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A96D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4th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A96DE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1-Understand Place Value for Multi-Digit Numbers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A96DEE" w:rsidRPr="00A96DEE" w:rsidRDefault="00432092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Three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A96DEE" w:rsidRDefault="008C13D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A96DEE">
              <w:rPr>
                <w:rFonts w:ascii="Times New Roman" w:hAnsi="Times New Roman" w:cs="Times New Roman"/>
                <w:sz w:val="24"/>
                <w:szCs w:val="24"/>
              </w:rPr>
              <w:t>Why is place value important to rounding multi-digit numbers?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A96DE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Marker board, marker</w:t>
            </w:r>
            <w:r w:rsidR="00B22BCE">
              <w:rPr>
                <w:rFonts w:ascii="Times New Roman" w:hAnsi="Times New Roman" w:cs="Times New Roman"/>
                <w:b/>
                <w:sz w:val="24"/>
                <w:szCs w:val="24"/>
              </w:rPr>
              <w:t>, 3 copies of digits 0-9 in a bag cut up separately</w:t>
            </w:r>
            <w:r w:rsidR="00903F58">
              <w:rPr>
                <w:rFonts w:ascii="Times New Roman" w:hAnsi="Times New Roman" w:cs="Times New Roman"/>
                <w:b/>
                <w:sz w:val="24"/>
                <w:szCs w:val="24"/>
              </w:rPr>
              <w:t>, mini assessment check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A96DE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Paper, pencil</w:t>
            </w:r>
          </w:p>
        </w:tc>
        <w:tc>
          <w:tcPr>
            <w:tcW w:w="5496" w:type="dxa"/>
            <w:gridSpan w:val="2"/>
          </w:tcPr>
          <w:p w:rsidR="00D85633" w:rsidRDefault="00A96DE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value, ones, tens, hundreds, thousands, ten thousands, hundred thousands, millions, number value, rule of rounding</w:t>
            </w:r>
            <w:r w:rsidR="00F04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F045BC">
              <w:rPr>
                <w:rFonts w:ascii="Times New Roman" w:hAnsi="Times New Roman" w:cs="Times New Roman"/>
                <w:b/>
                <w:sz w:val="24"/>
                <w:szCs w:val="24"/>
              </w:rPr>
              <w:t>generalize,reason,answer</w:t>
            </w:r>
            <w:proofErr w:type="spellEnd"/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F04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4.NBT.3 Use place value understanding to round multi-digit whole numbers to any place.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F04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explain my answer when I round a number.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F045B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</w:t>
            </w:r>
            <w:r w:rsidR="00B22B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when we talk about the prices of merchandise due we round the price? Ex: My new purse was $30(actually $28). The computer game I want is $60. It’s easy to round the price and simple for everyone to understand it and relate to it. We round other things as well. Ex: I weigh about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not I weigh 96.7 lbs.</w:t>
            </w:r>
            <w:r w:rsidR="00B22BCE">
              <w:rPr>
                <w:rFonts w:ascii="Times New Roman" w:hAnsi="Times New Roman" w:cs="Times New Roman"/>
                <w:sz w:val="24"/>
                <w:szCs w:val="24"/>
              </w:rPr>
              <w:t xml:space="preserve"> Can you think of other numbers we might round? </w:t>
            </w:r>
            <w:r w:rsidR="00A851FB">
              <w:rPr>
                <w:rFonts w:ascii="Times New Roman" w:hAnsi="Times New Roman" w:cs="Times New Roman"/>
                <w:sz w:val="24"/>
                <w:szCs w:val="24"/>
              </w:rPr>
              <w:t xml:space="preserve">Ex: </w:t>
            </w:r>
            <w:r w:rsidR="00B22BCE">
              <w:rPr>
                <w:rFonts w:ascii="Times New Roman" w:hAnsi="Times New Roman" w:cs="Times New Roman"/>
                <w:sz w:val="24"/>
                <w:szCs w:val="24"/>
              </w:rPr>
              <w:t>How many pieces of construction paper we need for a project.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B22BCE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B22B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BCE">
              <w:rPr>
                <w:rFonts w:ascii="Times New Roman" w:hAnsi="Times New Roman" w:cs="Times New Roman"/>
                <w:sz w:val="24"/>
                <w:szCs w:val="24"/>
              </w:rPr>
              <w:t xml:space="preserve">Put problem on the board. I want a bicycle that costs $76. Display number line 70 to 80. Point out 75. Where </w:t>
            </w:r>
            <w:proofErr w:type="gramStart"/>
            <w:r w:rsidR="00B22BCE">
              <w:rPr>
                <w:rFonts w:ascii="Times New Roman" w:hAnsi="Times New Roman" w:cs="Times New Roman"/>
                <w:sz w:val="24"/>
                <w:szCs w:val="24"/>
              </w:rPr>
              <w:t>does</w:t>
            </w:r>
            <w:proofErr w:type="gramEnd"/>
            <w:r w:rsidR="00B22BCE">
              <w:rPr>
                <w:rFonts w:ascii="Times New Roman" w:hAnsi="Times New Roman" w:cs="Times New Roman"/>
                <w:sz w:val="24"/>
                <w:szCs w:val="24"/>
              </w:rPr>
              <w:t xml:space="preserve"> 76 fall. How do we know to round to </w:t>
            </w:r>
            <w:proofErr w:type="gramStart"/>
            <w:r w:rsidR="00B22BCE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  <w:proofErr w:type="gramEnd"/>
            <w:r w:rsidR="00B22BCE">
              <w:rPr>
                <w:rFonts w:ascii="Times New Roman" w:hAnsi="Times New Roman" w:cs="Times New Roman"/>
                <w:sz w:val="24"/>
                <w:szCs w:val="24"/>
              </w:rPr>
              <w:t xml:space="preserve"> It is closer to 80 than 70. Explain when something falls in the middle. Number line 900 to 910. What if the number is 905?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B22B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BCE" w:rsidRPr="00903F58">
              <w:rPr>
                <w:rFonts w:ascii="Times New Roman" w:hAnsi="Times New Roman" w:cs="Times New Roman"/>
                <w:sz w:val="24"/>
                <w:szCs w:val="24"/>
              </w:rPr>
              <w:t>Chant the place values ones, tens, hundreds, thousands, ten thousands, hundred thousands, millions and label them on a chart. Practice reading numbers. Draw single number</w:t>
            </w:r>
            <w:r w:rsidR="00903F58" w:rsidRPr="00903F58">
              <w:rPr>
                <w:rFonts w:ascii="Times New Roman" w:hAnsi="Times New Roman" w:cs="Times New Roman"/>
                <w:sz w:val="24"/>
                <w:szCs w:val="24"/>
              </w:rPr>
              <w:t>(s) from a bag and place it in a value. Ex: 3 in the ones, 9 in the tens, 8 in the hundreds. Chant the number, 893. Ask them to round it to the ones place, 890 and round to the hundreds place, 900. Repeat with other numbers, large and small.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03F58" w:rsidRPr="00903F58">
              <w:rPr>
                <w:rFonts w:ascii="Times New Roman" w:hAnsi="Times New Roman" w:cs="Times New Roman"/>
                <w:sz w:val="24"/>
                <w:szCs w:val="24"/>
              </w:rPr>
              <w:t xml:space="preserve"> Now rapidly pull numbers from the bag and let kids round on to a designated place value on paper. Stop every five numbers and explain to a partner your answers. Teacher circulates. Go over as a class. Aim to do 20 together.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A85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Rounding numbers correctly will help you solve problems your whole life, not just in math class but at the grocery store and in your future job.</w:t>
            </w:r>
            <w:r w:rsidR="00903F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3F58" w:rsidRPr="00A851FB">
              <w:rPr>
                <w:rFonts w:ascii="Times New Roman" w:hAnsi="Times New Roman" w:cs="Times New Roman"/>
                <w:sz w:val="24"/>
                <w:szCs w:val="24"/>
              </w:rPr>
              <w:t>Hand out mini assessment check on a half sheet of paper. Include an open ended question, like Why do we round numbers? Plus several rounding problems</w:t>
            </w:r>
            <w:r w:rsidR="00A851FB" w:rsidRPr="00A851FB">
              <w:rPr>
                <w:rFonts w:ascii="Times New Roman" w:hAnsi="Times New Roman" w:cs="Times New Roman"/>
                <w:sz w:val="24"/>
                <w:szCs w:val="24"/>
              </w:rPr>
              <w:t>. Check later to see who is on the right track and kids that need remediation can practice with you in a small group while others are at centers.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A851FB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Make up estimation problems that involve rounding numbers to the nearest thousand, ten thousand, and hundred thousand. Exchange papers with a classmate.</w:t>
            </w:r>
          </w:p>
        </w:tc>
        <w:tc>
          <w:tcPr>
            <w:tcW w:w="3672" w:type="dxa"/>
            <w:gridSpan w:val="3"/>
          </w:tcPr>
          <w:p w:rsidR="005C4CBE" w:rsidRDefault="00A851FB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Play a rounding game on the computer. Develop number value sense by comparing numbers. Ex: which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larger 853 or 535?</w:t>
            </w:r>
          </w:p>
        </w:tc>
        <w:tc>
          <w:tcPr>
            <w:tcW w:w="3672" w:type="dxa"/>
          </w:tcPr>
          <w:p w:rsidR="005C4CBE" w:rsidRDefault="00A851FB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manipulatives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see the value of ones, tens, and hundreds, Practice writing a number on a board when you say it aloud.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F58" w:rsidRDefault="00903F58" w:rsidP="00D7779B">
      <w:pPr>
        <w:spacing w:after="0" w:line="240" w:lineRule="auto"/>
      </w:pPr>
      <w:r>
        <w:separator/>
      </w:r>
    </w:p>
  </w:endnote>
  <w:endnote w:type="continuationSeparator" w:id="0">
    <w:p w:rsidR="00903F58" w:rsidRDefault="00903F58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F58" w:rsidRDefault="00903F5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F58" w:rsidRDefault="00903F58" w:rsidP="00D7779B">
      <w:pPr>
        <w:spacing w:after="0" w:line="240" w:lineRule="auto"/>
      </w:pPr>
      <w:r>
        <w:separator/>
      </w:r>
    </w:p>
  </w:footnote>
  <w:footnote w:type="continuationSeparator" w:id="0">
    <w:p w:rsidR="00903F58" w:rsidRDefault="00903F58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224A5F"/>
    <w:rsid w:val="00274ACD"/>
    <w:rsid w:val="0028190D"/>
    <w:rsid w:val="003D7D31"/>
    <w:rsid w:val="00432092"/>
    <w:rsid w:val="004B658C"/>
    <w:rsid w:val="0051657B"/>
    <w:rsid w:val="00570FB8"/>
    <w:rsid w:val="005C4CBE"/>
    <w:rsid w:val="005F22F1"/>
    <w:rsid w:val="00643719"/>
    <w:rsid w:val="006A0ACD"/>
    <w:rsid w:val="007B401D"/>
    <w:rsid w:val="00863EBE"/>
    <w:rsid w:val="008667DD"/>
    <w:rsid w:val="008C13D7"/>
    <w:rsid w:val="00903F58"/>
    <w:rsid w:val="009B085C"/>
    <w:rsid w:val="00A67FA5"/>
    <w:rsid w:val="00A851FB"/>
    <w:rsid w:val="00A96DEE"/>
    <w:rsid w:val="00B22BCE"/>
    <w:rsid w:val="00B51CA8"/>
    <w:rsid w:val="00C92D93"/>
    <w:rsid w:val="00CB2DBC"/>
    <w:rsid w:val="00CD5617"/>
    <w:rsid w:val="00D7779B"/>
    <w:rsid w:val="00D85633"/>
    <w:rsid w:val="00F045BC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D0E405-B313-4F9C-95D6-C48F03626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FB514653.dotm</Template>
  <TotalTime>1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Hitch, Andrea</cp:lastModifiedBy>
  <cp:revision>2</cp:revision>
  <cp:lastPrinted>2012-07-15T17:13:00Z</cp:lastPrinted>
  <dcterms:created xsi:type="dcterms:W3CDTF">2012-11-15T22:09:00Z</dcterms:created>
  <dcterms:modified xsi:type="dcterms:W3CDTF">2012-11-15T22:09:00Z</dcterms:modified>
</cp:coreProperties>
</file>